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2898"/>
        <w:gridCol w:w="750"/>
        <w:gridCol w:w="1080"/>
        <w:gridCol w:w="1620"/>
        <w:gridCol w:w="1752"/>
      </w:tblGrid>
      <w:tr w:rsidR="000C5AE1" w:rsidRPr="003D1519" w14:paraId="2B157782" w14:textId="77777777" w:rsidTr="000C5AE1">
        <w:trPr>
          <w:trHeight w:val="267"/>
        </w:trPr>
        <w:tc>
          <w:tcPr>
            <w:tcW w:w="9555" w:type="dxa"/>
            <w:gridSpan w:val="6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14:paraId="2AEEED61" w14:textId="77777777" w:rsidR="000C5AE1" w:rsidRPr="003D1519" w:rsidRDefault="000C5AE1" w:rsidP="000C5AE1">
            <w:pPr>
              <w:jc w:val="center"/>
              <w:rPr>
                <w:b/>
                <w:bCs/>
                <w:sz w:val="22"/>
              </w:rPr>
            </w:pPr>
            <w:r w:rsidRPr="003D1519">
              <w:rPr>
                <w:b/>
                <w:bCs/>
                <w:sz w:val="22"/>
                <w:szCs w:val="22"/>
              </w:rPr>
              <w:t>KRYC</w:t>
            </w:r>
            <w:r>
              <w:rPr>
                <w:b/>
                <w:bCs/>
                <w:sz w:val="22"/>
                <w:szCs w:val="22"/>
              </w:rPr>
              <w:t>Í</w:t>
            </w:r>
            <w:r w:rsidRPr="003D1519">
              <w:rPr>
                <w:b/>
                <w:bCs/>
                <w:sz w:val="22"/>
                <w:szCs w:val="22"/>
              </w:rPr>
              <w:t xml:space="preserve"> LIST NABÍDKY</w:t>
            </w:r>
          </w:p>
        </w:tc>
      </w:tr>
      <w:tr w:rsidR="000C5AE1" w:rsidRPr="003D1519" w14:paraId="3672813F" w14:textId="77777777" w:rsidTr="000C5AE1">
        <w:trPr>
          <w:trHeight w:val="292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19684D3" w14:textId="77777777"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14:paraId="49F75584" w14:textId="77777777" w:rsidTr="00A07E5C">
        <w:trPr>
          <w:trHeight w:val="230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1D52B9F" w14:textId="77777777"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14:paraId="682E9CC6" w14:textId="77777777" w:rsidTr="00A07E5C">
        <w:trPr>
          <w:trHeight w:val="255"/>
        </w:trPr>
        <w:tc>
          <w:tcPr>
            <w:tcW w:w="9555" w:type="dxa"/>
            <w:gridSpan w:val="6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vAlign w:val="center"/>
          </w:tcPr>
          <w:p w14:paraId="3098923B" w14:textId="77777777"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0C5AE1" w:rsidRPr="003D1519" w14:paraId="680FEB55" w14:textId="77777777" w:rsidTr="00A07E5C">
        <w:trPr>
          <w:trHeight w:val="230"/>
        </w:trPr>
        <w:tc>
          <w:tcPr>
            <w:tcW w:w="9555" w:type="dxa"/>
            <w:gridSpan w:val="6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vAlign w:val="center"/>
          </w:tcPr>
          <w:p w14:paraId="5F4152BC" w14:textId="77777777"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14:paraId="35ECB338" w14:textId="77777777" w:rsidTr="00A07E5C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14:paraId="45C41171" w14:textId="77777777" w:rsidR="000C5AE1" w:rsidRPr="003D1519" w:rsidRDefault="000C5AE1" w:rsidP="000C5AE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DDDF5AB" w14:textId="77777777" w:rsidR="00CC2AA0" w:rsidRDefault="00CC2AA0" w:rsidP="007A62CF">
            <w:pPr>
              <w:jc w:val="center"/>
              <w:rPr>
                <w:b/>
                <w:bCs/>
                <w:caps/>
                <w:color w:val="FF0000"/>
                <w:sz w:val="24"/>
              </w:rPr>
            </w:pPr>
            <w:r>
              <w:rPr>
                <w:b/>
                <w:bCs/>
                <w:caps/>
                <w:color w:val="FF0000"/>
                <w:sz w:val="24"/>
              </w:rPr>
              <w:t xml:space="preserve">administrátor veřejných zakázek </w:t>
            </w:r>
          </w:p>
          <w:p w14:paraId="17265DE4" w14:textId="771DA6C6" w:rsidR="000C5AE1" w:rsidRPr="003239CB" w:rsidRDefault="00CC2AA0" w:rsidP="00CC2AA0">
            <w:pPr>
              <w:jc w:val="center"/>
              <w:rPr>
                <w:b/>
                <w:bCs/>
                <w:caps/>
                <w:color w:val="FF0000"/>
                <w:sz w:val="24"/>
              </w:rPr>
            </w:pPr>
            <w:r>
              <w:rPr>
                <w:b/>
                <w:bCs/>
                <w:caps/>
                <w:color w:val="FF0000"/>
                <w:sz w:val="24"/>
              </w:rPr>
              <w:t>a související poradenství</w:t>
            </w:r>
            <w:r w:rsidR="009E070B">
              <w:rPr>
                <w:b/>
                <w:bCs/>
                <w:caps/>
                <w:color w:val="FF0000"/>
                <w:sz w:val="24"/>
              </w:rPr>
              <w:t xml:space="preserve"> pro město uherský brod a příspěvkové organizace zřízené městem uherský brod</w:t>
            </w:r>
          </w:p>
        </w:tc>
      </w:tr>
      <w:tr w:rsidR="000C5AE1" w:rsidRPr="003D1519" w14:paraId="6031405D" w14:textId="77777777" w:rsidTr="00A07E5C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14:paraId="54A43872" w14:textId="77777777"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B1643BB" w14:textId="77777777"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14:paraId="10D7AE58" w14:textId="77777777" w:rsidTr="00A07E5C">
        <w:trPr>
          <w:trHeight w:val="19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noWrap/>
            <w:vAlign w:val="center"/>
          </w:tcPr>
          <w:p w14:paraId="5C7F0B0C" w14:textId="77777777"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Základní identifikační údaje</w:t>
            </w:r>
          </w:p>
        </w:tc>
      </w:tr>
      <w:tr w:rsidR="000C5AE1" w:rsidRPr="003D1519" w14:paraId="11B75F95" w14:textId="77777777" w:rsidTr="00A07E5C">
        <w:trPr>
          <w:trHeight w:val="131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noWrap/>
            <w:vAlign w:val="bottom"/>
          </w:tcPr>
          <w:p w14:paraId="3D48176C" w14:textId="77777777"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Zadavatel:</w:t>
            </w:r>
          </w:p>
        </w:tc>
      </w:tr>
      <w:tr w:rsidR="000C5AE1" w:rsidRPr="003D1519" w14:paraId="0EB73BCF" w14:textId="77777777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14:paraId="42DA8655" w14:textId="77777777"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460555A" w14:textId="77777777" w:rsidR="000C5AE1" w:rsidRPr="003D1519" w:rsidRDefault="001B20DB" w:rsidP="001B20DB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m</w:t>
            </w:r>
            <w:r w:rsidR="000C5AE1" w:rsidRPr="003D1519">
              <w:rPr>
                <w:b/>
                <w:szCs w:val="20"/>
              </w:rPr>
              <w:t xml:space="preserve">ěsto </w:t>
            </w:r>
            <w:r>
              <w:rPr>
                <w:b/>
                <w:szCs w:val="20"/>
              </w:rPr>
              <w:t>Uherský Brod</w:t>
            </w:r>
          </w:p>
        </w:tc>
      </w:tr>
      <w:tr w:rsidR="000C5AE1" w:rsidRPr="003D1519" w14:paraId="310D34D6" w14:textId="77777777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14:paraId="267E2D12" w14:textId="77777777"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Sídlo: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193E035" w14:textId="77777777" w:rsidR="000C5AE1" w:rsidRPr="003D1519" w:rsidRDefault="000C5AE1" w:rsidP="001B20DB">
            <w:pPr>
              <w:rPr>
                <w:szCs w:val="20"/>
              </w:rPr>
            </w:pPr>
            <w:r>
              <w:rPr>
                <w:szCs w:val="20"/>
              </w:rPr>
              <w:t>Masarykovo nám. 1</w:t>
            </w:r>
            <w:r w:rsidR="001B20DB">
              <w:rPr>
                <w:szCs w:val="20"/>
              </w:rPr>
              <w:t>00</w:t>
            </w:r>
            <w:r>
              <w:rPr>
                <w:szCs w:val="20"/>
              </w:rPr>
              <w:t>,</w:t>
            </w:r>
            <w:r w:rsidRPr="003D1519">
              <w:rPr>
                <w:szCs w:val="20"/>
              </w:rPr>
              <w:t xml:space="preserve"> </w:t>
            </w:r>
            <w:r w:rsidR="001B20DB">
              <w:rPr>
                <w:szCs w:val="20"/>
              </w:rPr>
              <w:t>688 01 Uherský Brod</w:t>
            </w:r>
          </w:p>
        </w:tc>
      </w:tr>
      <w:tr w:rsidR="000C5AE1" w:rsidRPr="003D1519" w14:paraId="66A28D6D" w14:textId="77777777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14:paraId="62B0B894" w14:textId="77777777"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0A5E081" w14:textId="77777777" w:rsidR="000C5AE1" w:rsidRPr="003D1519" w:rsidRDefault="001B20DB" w:rsidP="000C5AE1">
            <w:pPr>
              <w:rPr>
                <w:szCs w:val="20"/>
              </w:rPr>
            </w:pPr>
            <w:r>
              <w:t>00291463</w:t>
            </w:r>
          </w:p>
        </w:tc>
      </w:tr>
      <w:tr w:rsidR="000C5AE1" w:rsidRPr="003D1519" w14:paraId="2D2151AC" w14:textId="77777777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14:paraId="05188344" w14:textId="77777777" w:rsidR="000C5AE1" w:rsidRPr="003D1519" w:rsidRDefault="000C5AE1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</w:t>
            </w: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8707410" w14:textId="77777777" w:rsidR="000C5AE1" w:rsidRPr="003D1519" w:rsidRDefault="000C5AE1" w:rsidP="001B20DB">
            <w:pPr>
              <w:rPr>
                <w:szCs w:val="20"/>
              </w:rPr>
            </w:pPr>
            <w:r>
              <w:t>CZ00</w:t>
            </w:r>
            <w:r w:rsidR="001B20DB">
              <w:t>291463</w:t>
            </w:r>
          </w:p>
        </w:tc>
      </w:tr>
      <w:tr w:rsidR="000C5AE1" w:rsidRPr="003D1519" w14:paraId="2CC87546" w14:textId="77777777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46EE60" w14:textId="77777777" w:rsidR="000C5AE1" w:rsidRPr="003D1519" w:rsidRDefault="000C5AE1" w:rsidP="00DC1457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jednat jménem </w:t>
            </w:r>
            <w:r w:rsidR="00DC1457">
              <w:rPr>
                <w:bCs/>
                <w:szCs w:val="20"/>
              </w:rPr>
              <w:t>zadavatele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633D03D" w14:textId="77777777" w:rsidR="000C5AE1" w:rsidRPr="003D1519" w:rsidRDefault="00081996" w:rsidP="00CC2AA0">
            <w:pPr>
              <w:rPr>
                <w:szCs w:val="20"/>
              </w:rPr>
            </w:pPr>
            <w:r>
              <w:t xml:space="preserve">Ing. </w:t>
            </w:r>
            <w:r w:rsidR="00CC2AA0">
              <w:t>Ferdinand Kubáník, starosta</w:t>
            </w:r>
          </w:p>
        </w:tc>
      </w:tr>
      <w:tr w:rsidR="000C5AE1" w:rsidRPr="003D1519" w14:paraId="2EA89EB0" w14:textId="77777777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14:paraId="2147D25A" w14:textId="77777777"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B5D8AF4" w14:textId="77777777" w:rsidR="000C5AE1" w:rsidRPr="003D1519" w:rsidRDefault="00CC2AA0" w:rsidP="007A430E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Ing. Kamil Válek, tajemník</w:t>
            </w:r>
          </w:p>
        </w:tc>
      </w:tr>
      <w:tr w:rsidR="000C5AE1" w:rsidRPr="003D1519" w14:paraId="1C093347" w14:textId="77777777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14:paraId="15DC9CEF" w14:textId="77777777"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</w:t>
            </w:r>
            <w:r>
              <w:rPr>
                <w:bCs/>
                <w:szCs w:val="20"/>
              </w:rPr>
              <w:t>mobil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B7D2BE1" w14:textId="77777777" w:rsidR="000C5AE1" w:rsidRPr="003D1519" w:rsidRDefault="0058090B" w:rsidP="007A430E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+420</w:t>
            </w:r>
            <w:r w:rsidR="00CC2AA0">
              <w:rPr>
                <w:szCs w:val="20"/>
              </w:rPr>
              <w:t> 572 805 202</w:t>
            </w:r>
          </w:p>
        </w:tc>
      </w:tr>
      <w:tr w:rsidR="000C5AE1" w:rsidRPr="003D1519" w14:paraId="010615CB" w14:textId="77777777" w:rsidTr="00A07E5C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14:paraId="2800EAC9" w14:textId="77777777"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63BD924" w14:textId="77777777" w:rsidR="000C5AE1" w:rsidRPr="00F2328E" w:rsidRDefault="00CC2AA0" w:rsidP="00EB07CF">
            <w:pPr>
              <w:pStyle w:val="Zkladntex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kamil.valek</w:t>
            </w:r>
            <w:r w:rsidR="001B20DB">
              <w:rPr>
                <w:rFonts w:ascii="Arial" w:hAnsi="Arial" w:cs="Arial"/>
                <w:sz w:val="20"/>
              </w:rPr>
              <w:t>@ub.cz</w:t>
            </w:r>
          </w:p>
        </w:tc>
      </w:tr>
      <w:tr w:rsidR="000C5AE1" w:rsidRPr="003D1519" w14:paraId="588406A7" w14:textId="77777777" w:rsidTr="00A07E5C">
        <w:trPr>
          <w:trHeight w:val="68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noWrap/>
            <w:vAlign w:val="bottom"/>
          </w:tcPr>
          <w:p w14:paraId="617ECCCF" w14:textId="77777777"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0C5AE1" w:rsidRPr="003D1519" w14:paraId="7568CB7E" w14:textId="77777777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14:paraId="5C0017B9" w14:textId="77777777"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A9AF2FF" w14:textId="77777777" w:rsidR="000C5AE1" w:rsidRPr="00F03382" w:rsidRDefault="000C5AE1" w:rsidP="001B20DB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0C5AE1" w:rsidRPr="003D1519" w14:paraId="3B91E0B8" w14:textId="77777777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14:paraId="50539D14" w14:textId="77777777"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2BDEF4B" w14:textId="77777777"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14:paraId="5AC6D4AF" w14:textId="77777777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14:paraId="6666CFD4" w14:textId="77777777"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Tel./fax: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13FE1D1" w14:textId="77777777"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14:paraId="1790F117" w14:textId="77777777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14:paraId="18DA1B89" w14:textId="77777777"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25F2812" w14:textId="77777777"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14:paraId="6DEC5249" w14:textId="77777777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14:paraId="2E7DBBD4" w14:textId="77777777"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89B6E89" w14:textId="77777777"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14:paraId="3BA9731F" w14:textId="77777777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14:paraId="1E1DB687" w14:textId="77777777"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4F02431" w14:textId="77777777"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14:paraId="038EB6D1" w14:textId="77777777" w:rsidTr="001B20DB">
        <w:trPr>
          <w:trHeight w:val="315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14:paraId="6EB247E6" w14:textId="77777777" w:rsidR="005E22BD" w:rsidRDefault="003E52F7" w:rsidP="003E52F7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Datová schránka</w:t>
            </w:r>
            <w:r w:rsidR="005E22BD">
              <w:rPr>
                <w:bCs/>
                <w:szCs w:val="20"/>
              </w:rPr>
              <w:t>:</w:t>
            </w:r>
          </w:p>
        </w:tc>
        <w:tc>
          <w:tcPr>
            <w:tcW w:w="445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87D2203" w14:textId="77777777"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14:paraId="53BCD93C" w14:textId="77777777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14:paraId="15082EB8" w14:textId="77777777"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5F5048F" w14:textId="77777777"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14:paraId="3B37D63C" w14:textId="77777777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14:paraId="0EE6B33C" w14:textId="77777777"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Tel./fax: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376AF82" w14:textId="77777777"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14:paraId="2CA27BAD" w14:textId="77777777" w:rsidTr="00A07E5C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14:paraId="682284A0" w14:textId="77777777"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F46DD3F" w14:textId="77777777"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14:paraId="6E904B1A" w14:textId="77777777" w:rsidTr="00A07E5C">
        <w:trPr>
          <w:trHeight w:val="1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  <w:noWrap/>
            <w:vAlign w:val="center"/>
          </w:tcPr>
          <w:p w14:paraId="706F61C1" w14:textId="77777777"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szCs w:val="20"/>
              </w:rPr>
              <w:t xml:space="preserve">Nabídka </w:t>
            </w:r>
            <w:r>
              <w:rPr>
                <w:b/>
                <w:szCs w:val="20"/>
              </w:rPr>
              <w:t>účastníka</w:t>
            </w:r>
            <w:r w:rsidRPr="003D1519">
              <w:rPr>
                <w:b/>
                <w:szCs w:val="20"/>
              </w:rPr>
              <w:t>: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14:paraId="7C061502" w14:textId="77777777"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bez DPH: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14:paraId="1060DD26" w14:textId="77777777"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DPH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vAlign w:val="center"/>
          </w:tcPr>
          <w:p w14:paraId="6F10B22D" w14:textId="77777777"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včetně DPH</w:t>
            </w:r>
          </w:p>
        </w:tc>
      </w:tr>
      <w:tr w:rsidR="005E22BD" w:rsidRPr="003D1519" w14:paraId="65AFD08D" w14:textId="77777777" w:rsidTr="00A07E5C">
        <w:trPr>
          <w:trHeight w:val="5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14:paraId="309E0DDF" w14:textId="130C7ACF" w:rsidR="005E22BD" w:rsidRPr="002D0F22" w:rsidRDefault="005E22BD" w:rsidP="009E070B">
            <w:pPr>
              <w:pStyle w:val="Prosttext"/>
              <w:tabs>
                <w:tab w:val="left" w:pos="284"/>
                <w:tab w:val="left" w:leader="dot" w:pos="7938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  <w:r w:rsidRPr="002D0F22">
              <w:rPr>
                <w:rFonts w:ascii="Arial" w:hAnsi="Arial" w:cs="Arial"/>
                <w:b/>
                <w:bCs/>
              </w:rPr>
              <w:t xml:space="preserve">elková nabídková cena </w:t>
            </w:r>
            <w:r w:rsidR="00CC2AA0">
              <w:rPr>
                <w:rFonts w:ascii="Arial" w:hAnsi="Arial" w:cs="Arial"/>
                <w:b/>
                <w:bCs/>
              </w:rPr>
              <w:t xml:space="preserve">– </w:t>
            </w:r>
            <w:r w:rsidR="009E070B">
              <w:rPr>
                <w:rFonts w:ascii="Arial" w:hAnsi="Arial" w:cs="Arial"/>
                <w:b/>
                <w:bCs/>
              </w:rPr>
              <w:t>modelový příklad</w:t>
            </w:r>
            <w:bookmarkStart w:id="0" w:name="_GoBack"/>
            <w:bookmarkEnd w:id="0"/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14:paraId="3A86ED5E" w14:textId="77777777" w:rsidR="005E22BD" w:rsidRPr="00F03382" w:rsidRDefault="005E22BD" w:rsidP="005E22BD">
            <w:pPr>
              <w:jc w:val="center"/>
            </w:pPr>
          </w:p>
          <w:p w14:paraId="654D0251" w14:textId="77777777"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565ECF17" w14:textId="77777777" w:rsidR="005E22BD" w:rsidRDefault="005E22BD" w:rsidP="005E22BD">
            <w:pPr>
              <w:jc w:val="center"/>
            </w:pPr>
          </w:p>
          <w:p w14:paraId="0E3B9441" w14:textId="77777777"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14:paraId="1EB32E7F" w14:textId="77777777" w:rsidR="005E22BD" w:rsidRPr="00F03382" w:rsidRDefault="005E22BD" w:rsidP="005E22BD">
            <w:pPr>
              <w:jc w:val="center"/>
            </w:pPr>
          </w:p>
          <w:p w14:paraId="5B0B9068" w14:textId="77777777"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5E22BD" w:rsidRPr="003D1519" w14:paraId="5A14DF01" w14:textId="77777777" w:rsidTr="00A07E5C">
        <w:trPr>
          <w:trHeight w:val="27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noWrap/>
            <w:vAlign w:val="center"/>
          </w:tcPr>
          <w:p w14:paraId="24E0AB35" w14:textId="77777777"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5E22BD" w:rsidRPr="003D1519" w14:paraId="661A08F5" w14:textId="77777777" w:rsidTr="00A07E5C">
        <w:trPr>
          <w:trHeight w:hRule="exact" w:val="1134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14:paraId="6DBBFF87" w14:textId="77777777"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46D9E6" w14:textId="77777777" w:rsidR="005E22BD" w:rsidRDefault="005E22BD" w:rsidP="005E22BD">
            <w:pPr>
              <w:jc w:val="center"/>
              <w:rPr>
                <w:szCs w:val="20"/>
              </w:rPr>
            </w:pPr>
          </w:p>
          <w:p w14:paraId="19223023" w14:textId="77777777" w:rsidR="005E22BD" w:rsidRPr="003D1519" w:rsidRDefault="005E22BD" w:rsidP="005E22BD">
            <w:pPr>
              <w:rPr>
                <w:szCs w:val="20"/>
              </w:rPr>
            </w:pPr>
          </w:p>
        </w:tc>
        <w:tc>
          <w:tcPr>
            <w:tcW w:w="33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14:paraId="4F9D718D" w14:textId="77777777" w:rsidR="005E22BD" w:rsidRPr="003D1519" w:rsidRDefault="005E22BD" w:rsidP="005E22BD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5E22BD" w:rsidRPr="003D1519" w14:paraId="37BFA659" w14:textId="77777777" w:rsidTr="00A07E5C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14:paraId="0FD69DF0" w14:textId="77777777"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775A820" w14:textId="77777777"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5E22BD" w:rsidRPr="003D1519" w14:paraId="0033D3AA" w14:textId="77777777" w:rsidTr="00A07E5C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14:paraId="4E5D6C30" w14:textId="77777777" w:rsidR="005E22BD" w:rsidRPr="00153290" w:rsidRDefault="005E22BD" w:rsidP="005E22BD">
            <w:pPr>
              <w:rPr>
                <w:bCs/>
                <w:szCs w:val="20"/>
              </w:rPr>
            </w:pPr>
            <w:r w:rsidRPr="00153290">
              <w:rPr>
                <w:bCs/>
                <w:szCs w:val="20"/>
              </w:rPr>
              <w:t xml:space="preserve">Funkce   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10C4EB1" w14:textId="77777777"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5E22BD" w:rsidRPr="003D1519" w14:paraId="0EE1D279" w14:textId="77777777" w:rsidTr="00A07E5C">
        <w:trPr>
          <w:trHeight w:val="386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14:paraId="5F4BE1DE" w14:textId="77777777" w:rsidR="005E22BD" w:rsidRPr="00153290" w:rsidRDefault="005E22BD" w:rsidP="005E22BD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D24FBEE" w14:textId="77777777"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14:paraId="08542CEC" w14:textId="77777777" w:rsidR="007806EF" w:rsidRPr="005F5DD4" w:rsidRDefault="007806EF" w:rsidP="005F5DD4">
      <w:pPr>
        <w:rPr>
          <w:rFonts w:ascii="Arial Narrow" w:hAnsi="Arial Narrow"/>
          <w:szCs w:val="20"/>
        </w:rPr>
        <w:sectPr w:rsidR="007806EF" w:rsidRPr="005F5DD4" w:rsidSect="008802AD">
          <w:headerReference w:type="default" r:id="rId8"/>
          <w:footerReference w:type="default" r:id="rId9"/>
          <w:pgSz w:w="11906" w:h="16838" w:code="9"/>
          <w:pgMar w:top="1418" w:right="1418" w:bottom="1135" w:left="1418" w:header="709" w:footer="709" w:gutter="0"/>
          <w:cols w:space="708"/>
          <w:docGrid w:linePitch="360"/>
        </w:sectPr>
      </w:pPr>
    </w:p>
    <w:p w14:paraId="204C1FB8" w14:textId="77777777" w:rsidR="00660BA0" w:rsidRPr="00B93FB3" w:rsidRDefault="00660BA0" w:rsidP="00660BA0">
      <w:pPr>
        <w:jc w:val="both"/>
        <w:rPr>
          <w:sz w:val="16"/>
          <w:szCs w:val="16"/>
        </w:rPr>
      </w:pPr>
      <w:r>
        <w:rPr>
          <w:szCs w:val="20"/>
        </w:rPr>
        <w:t xml:space="preserve">Podrobné informace o zpracovávání osobních údajů městem Uherský Brod jsou k dispozici na webové stránce: </w:t>
      </w:r>
      <w:hyperlink r:id="rId10" w:history="1">
        <w:r>
          <w:rPr>
            <w:rStyle w:val="Hypertextovodkaz"/>
            <w:b/>
            <w:bCs/>
            <w:szCs w:val="20"/>
          </w:rPr>
          <w:t>www.ub.cz/info/osobni-udaje</w:t>
        </w:r>
      </w:hyperlink>
      <w:r>
        <w:rPr>
          <w:szCs w:val="20"/>
        </w:rPr>
        <w:t>.</w:t>
      </w:r>
    </w:p>
    <w:p w14:paraId="2369A259" w14:textId="77777777" w:rsidR="007806EF" w:rsidRPr="00B93FB3" w:rsidRDefault="007806EF" w:rsidP="00980304">
      <w:pPr>
        <w:pStyle w:val="Nzev"/>
        <w:jc w:val="left"/>
        <w:rPr>
          <w:sz w:val="16"/>
          <w:szCs w:val="16"/>
        </w:rPr>
      </w:pPr>
    </w:p>
    <w:sectPr w:rsidR="007806EF" w:rsidRPr="00B93FB3" w:rsidSect="00E00FE2">
      <w:headerReference w:type="default" r:id="rId11"/>
      <w:footerReference w:type="default" r:id="rId12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13ED036" w14:textId="77777777" w:rsidR="00446E0D" w:rsidRDefault="00446E0D" w:rsidP="00F2328E">
      <w:r>
        <w:separator/>
      </w:r>
    </w:p>
  </w:endnote>
  <w:endnote w:type="continuationSeparator" w:id="0">
    <w:p w14:paraId="558F8C20" w14:textId="77777777" w:rsidR="00446E0D" w:rsidRDefault="00446E0D" w:rsidP="00F23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98F76E" w14:textId="77777777" w:rsidR="000C5AE1" w:rsidRDefault="000C5AE1" w:rsidP="005F5DD4">
    <w:pPr>
      <w:pStyle w:val="Zpat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13A04A" w14:textId="77777777" w:rsidR="000D0185" w:rsidRDefault="000D0185">
    <w:pPr>
      <w:pStyle w:val="Zpat"/>
      <w:pBdr>
        <w:top w:val="single" w:sz="4" w:space="1" w:color="auto"/>
      </w:pBdr>
    </w:pPr>
  </w:p>
  <w:p w14:paraId="27F90C74" w14:textId="77777777" w:rsidR="000D0185" w:rsidRDefault="000D0185">
    <w:pPr>
      <w:pStyle w:val="Zpat"/>
      <w:pBdr>
        <w:top w:val="single" w:sz="4" w:space="1" w:color="auto"/>
      </w:pBdr>
      <w:rPr>
        <w:rFonts w:ascii="Arial Narrow" w:hAnsi="Arial Narrow"/>
        <w:sz w:val="20"/>
        <w:szCs w:val="20"/>
      </w:rPr>
    </w:pPr>
    <w:r>
      <w:tab/>
    </w:r>
    <w:r>
      <w:rPr>
        <w:rFonts w:ascii="Arial Narrow" w:hAnsi="Arial Narrow"/>
        <w:sz w:val="20"/>
        <w:szCs w:val="20"/>
      </w:rPr>
      <w:t xml:space="preserve">- </w:t>
    </w:r>
    <w:r>
      <w:rPr>
        <w:rStyle w:val="slostrnky"/>
        <w:rFonts w:ascii="Arial Narrow" w:hAnsi="Arial Narrow"/>
        <w:sz w:val="20"/>
        <w:szCs w:val="20"/>
      </w:rPr>
      <w:fldChar w:fldCharType="begin"/>
    </w:r>
    <w:r>
      <w:rPr>
        <w:rStyle w:val="slostrnky"/>
        <w:rFonts w:ascii="Arial Narrow" w:hAnsi="Arial Narrow"/>
        <w:sz w:val="20"/>
        <w:szCs w:val="20"/>
      </w:rPr>
      <w:instrText xml:space="preserve"> PAGE </w:instrText>
    </w:r>
    <w:r>
      <w:rPr>
        <w:rStyle w:val="slostrnky"/>
        <w:rFonts w:ascii="Arial Narrow" w:hAnsi="Arial Narrow"/>
        <w:sz w:val="20"/>
        <w:szCs w:val="20"/>
      </w:rPr>
      <w:fldChar w:fldCharType="separate"/>
    </w:r>
    <w:r w:rsidR="00F1350C">
      <w:rPr>
        <w:rStyle w:val="slostrnky"/>
        <w:rFonts w:ascii="Arial Narrow" w:hAnsi="Arial Narrow"/>
        <w:noProof/>
        <w:sz w:val="20"/>
        <w:szCs w:val="20"/>
      </w:rPr>
      <w:t>2</w:t>
    </w:r>
    <w:r>
      <w:rPr>
        <w:rStyle w:val="slostrnky"/>
        <w:rFonts w:ascii="Arial Narrow" w:hAnsi="Arial Narrow"/>
        <w:sz w:val="20"/>
        <w:szCs w:val="20"/>
      </w:rPr>
      <w:fldChar w:fldCharType="end"/>
    </w:r>
    <w:r>
      <w:rPr>
        <w:rStyle w:val="slostrnky"/>
        <w:rFonts w:ascii="Arial Narrow" w:hAnsi="Arial Narrow"/>
        <w:sz w:val="20"/>
        <w:szCs w:val="20"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8D6660A" w14:textId="77777777" w:rsidR="00446E0D" w:rsidRDefault="00446E0D" w:rsidP="00F2328E">
      <w:r>
        <w:separator/>
      </w:r>
    </w:p>
  </w:footnote>
  <w:footnote w:type="continuationSeparator" w:id="0">
    <w:p w14:paraId="01ED98A1" w14:textId="77777777" w:rsidR="00446E0D" w:rsidRDefault="00446E0D" w:rsidP="00F232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556A0A" w14:textId="77777777" w:rsidR="001B20DB" w:rsidRDefault="00253C54" w:rsidP="00253C54">
    <w:pPr>
      <w:pStyle w:val="Zhlav"/>
      <w:rPr>
        <w:rFonts w:ascii="Arial" w:hAnsi="Arial" w:cs="Arial"/>
        <w:noProof/>
        <w:color w:val="0000FF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6B983BA7" wp14:editId="4A3570B3">
              <wp:simplePos x="0" y="0"/>
              <wp:positionH relativeFrom="column">
                <wp:posOffset>4991487</wp:posOffset>
              </wp:positionH>
              <wp:positionV relativeFrom="paragraph">
                <wp:posOffset>177939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116F6E6" w14:textId="77777777" w:rsidR="005D0FC2" w:rsidRPr="00253C54" w:rsidRDefault="005D0FC2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>Příloha č. 1</w:t>
                          </w:r>
                          <w:r w:rsidR="00FB5E07">
                            <w:rPr>
                              <w:b/>
                              <w:szCs w:val="20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146B56D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393.05pt;margin-top:14pt;width:97.5pt;height:25.0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" filled="f" stroked="f">
              <v:textbox>
                <w:txbxContent>
                  <w:p w:rsidR="005D0FC2" w:rsidRPr="00253C54" w:rsidRDefault="005D0FC2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>Příloha č. 1</w:t>
                    </w:r>
                    <w:r w:rsidR="00FB5E07">
                      <w:rPr>
                        <w:b/>
                        <w:szCs w:val="20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 w:rsidR="005E22BD">
      <w:rPr>
        <w:rFonts w:ascii="Arial" w:hAnsi="Arial" w:cs="Arial"/>
        <w:noProof/>
        <w:color w:val="0000FF"/>
        <w:sz w:val="20"/>
        <w:szCs w:val="20"/>
      </w:rPr>
      <w:drawing>
        <wp:inline distT="0" distB="0" distL="0" distR="0" wp14:anchorId="7F3166C1" wp14:editId="253FF140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0D1C897" w14:textId="77777777" w:rsidR="005E22BD" w:rsidRDefault="005E22BD" w:rsidP="00253C54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422A7E" w14:textId="77777777" w:rsidR="000D0185" w:rsidRPr="008802AD" w:rsidRDefault="000D0185" w:rsidP="008802A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A66538"/>
    <w:multiLevelType w:val="hybridMultilevel"/>
    <w:tmpl w:val="B68CB12A"/>
    <w:lvl w:ilvl="0" w:tplc="3EA25F4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371ABE"/>
    <w:multiLevelType w:val="hybridMultilevel"/>
    <w:tmpl w:val="462679D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1054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328E"/>
    <w:rsid w:val="00016E4E"/>
    <w:rsid w:val="00017182"/>
    <w:rsid w:val="00025AE0"/>
    <w:rsid w:val="00051F86"/>
    <w:rsid w:val="00081996"/>
    <w:rsid w:val="00082A74"/>
    <w:rsid w:val="000925E0"/>
    <w:rsid w:val="000B7EBE"/>
    <w:rsid w:val="000C473A"/>
    <w:rsid w:val="000C5AE1"/>
    <w:rsid w:val="000D0185"/>
    <w:rsid w:val="000D1A12"/>
    <w:rsid w:val="001241C7"/>
    <w:rsid w:val="0013083C"/>
    <w:rsid w:val="001348AF"/>
    <w:rsid w:val="00153290"/>
    <w:rsid w:val="00163C41"/>
    <w:rsid w:val="00173CB8"/>
    <w:rsid w:val="00190042"/>
    <w:rsid w:val="00195030"/>
    <w:rsid w:val="001B20DB"/>
    <w:rsid w:val="001C7646"/>
    <w:rsid w:val="001F2E7B"/>
    <w:rsid w:val="00200310"/>
    <w:rsid w:val="0020157C"/>
    <w:rsid w:val="00203C3F"/>
    <w:rsid w:val="00221794"/>
    <w:rsid w:val="00221F90"/>
    <w:rsid w:val="00223B8C"/>
    <w:rsid w:val="002269FE"/>
    <w:rsid w:val="0022798A"/>
    <w:rsid w:val="00242F21"/>
    <w:rsid w:val="0025072A"/>
    <w:rsid w:val="00251B99"/>
    <w:rsid w:val="00253C54"/>
    <w:rsid w:val="002634AA"/>
    <w:rsid w:val="00264EE9"/>
    <w:rsid w:val="0026565F"/>
    <w:rsid w:val="00281A2A"/>
    <w:rsid w:val="0028704D"/>
    <w:rsid w:val="00291007"/>
    <w:rsid w:val="00296AB3"/>
    <w:rsid w:val="002B5934"/>
    <w:rsid w:val="002B7483"/>
    <w:rsid w:val="002C51AF"/>
    <w:rsid w:val="002D0F22"/>
    <w:rsid w:val="002E0D4E"/>
    <w:rsid w:val="002E330B"/>
    <w:rsid w:val="003239CB"/>
    <w:rsid w:val="003324F6"/>
    <w:rsid w:val="0035013C"/>
    <w:rsid w:val="00356BE2"/>
    <w:rsid w:val="00366938"/>
    <w:rsid w:val="00375516"/>
    <w:rsid w:val="00394267"/>
    <w:rsid w:val="003B5670"/>
    <w:rsid w:val="003D1519"/>
    <w:rsid w:val="003D2707"/>
    <w:rsid w:val="003D6916"/>
    <w:rsid w:val="003E52F7"/>
    <w:rsid w:val="00414644"/>
    <w:rsid w:val="00446E0D"/>
    <w:rsid w:val="004812D9"/>
    <w:rsid w:val="00482021"/>
    <w:rsid w:val="00482646"/>
    <w:rsid w:val="00485AFF"/>
    <w:rsid w:val="004966F6"/>
    <w:rsid w:val="004A4CBC"/>
    <w:rsid w:val="004F6826"/>
    <w:rsid w:val="00521D50"/>
    <w:rsid w:val="005271B4"/>
    <w:rsid w:val="005440D0"/>
    <w:rsid w:val="00555709"/>
    <w:rsid w:val="00570C96"/>
    <w:rsid w:val="005738A1"/>
    <w:rsid w:val="0058090B"/>
    <w:rsid w:val="00592F4C"/>
    <w:rsid w:val="005946DC"/>
    <w:rsid w:val="005A77D5"/>
    <w:rsid w:val="005C53C9"/>
    <w:rsid w:val="005D0FC2"/>
    <w:rsid w:val="005E22BD"/>
    <w:rsid w:val="005F4D11"/>
    <w:rsid w:val="005F5DD4"/>
    <w:rsid w:val="00601690"/>
    <w:rsid w:val="0060369A"/>
    <w:rsid w:val="0062464A"/>
    <w:rsid w:val="0062478A"/>
    <w:rsid w:val="00630713"/>
    <w:rsid w:val="00660BA0"/>
    <w:rsid w:val="0067351E"/>
    <w:rsid w:val="00694686"/>
    <w:rsid w:val="006949F7"/>
    <w:rsid w:val="006A17DF"/>
    <w:rsid w:val="006A6138"/>
    <w:rsid w:val="006A70B8"/>
    <w:rsid w:val="006C34BA"/>
    <w:rsid w:val="006E7CEA"/>
    <w:rsid w:val="006F0CD1"/>
    <w:rsid w:val="00700659"/>
    <w:rsid w:val="00724052"/>
    <w:rsid w:val="00735931"/>
    <w:rsid w:val="007406A7"/>
    <w:rsid w:val="00740754"/>
    <w:rsid w:val="00747654"/>
    <w:rsid w:val="0077296D"/>
    <w:rsid w:val="007806EF"/>
    <w:rsid w:val="00784D09"/>
    <w:rsid w:val="00791F92"/>
    <w:rsid w:val="007A2338"/>
    <w:rsid w:val="007A430E"/>
    <w:rsid w:val="007A62CF"/>
    <w:rsid w:val="007B24B9"/>
    <w:rsid w:val="007D00C7"/>
    <w:rsid w:val="007D057D"/>
    <w:rsid w:val="007D7452"/>
    <w:rsid w:val="00802F93"/>
    <w:rsid w:val="00803D61"/>
    <w:rsid w:val="0084252E"/>
    <w:rsid w:val="008478E8"/>
    <w:rsid w:val="0087182F"/>
    <w:rsid w:val="008802AD"/>
    <w:rsid w:val="00892658"/>
    <w:rsid w:val="00896E15"/>
    <w:rsid w:val="008A50AE"/>
    <w:rsid w:val="008B66CB"/>
    <w:rsid w:val="008D224E"/>
    <w:rsid w:val="008D3E40"/>
    <w:rsid w:val="008F7609"/>
    <w:rsid w:val="00917D17"/>
    <w:rsid w:val="00921453"/>
    <w:rsid w:val="00933528"/>
    <w:rsid w:val="00934290"/>
    <w:rsid w:val="00941212"/>
    <w:rsid w:val="00950E9E"/>
    <w:rsid w:val="00951D0D"/>
    <w:rsid w:val="00980304"/>
    <w:rsid w:val="009A7AA8"/>
    <w:rsid w:val="009D23C8"/>
    <w:rsid w:val="009D3BB7"/>
    <w:rsid w:val="009E070B"/>
    <w:rsid w:val="009E2520"/>
    <w:rsid w:val="009F2C35"/>
    <w:rsid w:val="00A07E5C"/>
    <w:rsid w:val="00A15E7A"/>
    <w:rsid w:val="00A17429"/>
    <w:rsid w:val="00A24AC9"/>
    <w:rsid w:val="00A55F8A"/>
    <w:rsid w:val="00A61BD0"/>
    <w:rsid w:val="00A71359"/>
    <w:rsid w:val="00A72261"/>
    <w:rsid w:val="00A82CBF"/>
    <w:rsid w:val="00AB0CFF"/>
    <w:rsid w:val="00AB6C42"/>
    <w:rsid w:val="00AE25AF"/>
    <w:rsid w:val="00AE7A4B"/>
    <w:rsid w:val="00AF4AEE"/>
    <w:rsid w:val="00B0726C"/>
    <w:rsid w:val="00B34BF5"/>
    <w:rsid w:val="00B377AA"/>
    <w:rsid w:val="00B444BB"/>
    <w:rsid w:val="00B56A63"/>
    <w:rsid w:val="00B813E2"/>
    <w:rsid w:val="00B86E24"/>
    <w:rsid w:val="00B92AD8"/>
    <w:rsid w:val="00B93FB3"/>
    <w:rsid w:val="00B95290"/>
    <w:rsid w:val="00BC6659"/>
    <w:rsid w:val="00BD4CDB"/>
    <w:rsid w:val="00BE77C5"/>
    <w:rsid w:val="00BF4E28"/>
    <w:rsid w:val="00BF6EF4"/>
    <w:rsid w:val="00C009C1"/>
    <w:rsid w:val="00C24502"/>
    <w:rsid w:val="00C33715"/>
    <w:rsid w:val="00C46CEE"/>
    <w:rsid w:val="00C807F7"/>
    <w:rsid w:val="00C8485B"/>
    <w:rsid w:val="00CC2AA0"/>
    <w:rsid w:val="00CD5A9A"/>
    <w:rsid w:val="00CD7E4E"/>
    <w:rsid w:val="00CE15C9"/>
    <w:rsid w:val="00D25823"/>
    <w:rsid w:val="00D3005E"/>
    <w:rsid w:val="00D536D8"/>
    <w:rsid w:val="00D57F44"/>
    <w:rsid w:val="00D85FB7"/>
    <w:rsid w:val="00DC1457"/>
    <w:rsid w:val="00DC7DF9"/>
    <w:rsid w:val="00DE3786"/>
    <w:rsid w:val="00E00FE2"/>
    <w:rsid w:val="00E279E6"/>
    <w:rsid w:val="00E35582"/>
    <w:rsid w:val="00E64AC8"/>
    <w:rsid w:val="00E70E01"/>
    <w:rsid w:val="00E86DCF"/>
    <w:rsid w:val="00E92520"/>
    <w:rsid w:val="00EB07CF"/>
    <w:rsid w:val="00EB1989"/>
    <w:rsid w:val="00EB6061"/>
    <w:rsid w:val="00EC2165"/>
    <w:rsid w:val="00F03382"/>
    <w:rsid w:val="00F1350C"/>
    <w:rsid w:val="00F2328E"/>
    <w:rsid w:val="00F32E7C"/>
    <w:rsid w:val="00F5758E"/>
    <w:rsid w:val="00F650BD"/>
    <w:rsid w:val="00F67690"/>
    <w:rsid w:val="00F95DFF"/>
    <w:rsid w:val="00F9675C"/>
    <w:rsid w:val="00FB5E07"/>
    <w:rsid w:val="00FC1AE6"/>
    <w:rsid w:val="00FC76F5"/>
    <w:rsid w:val="00FD3E7F"/>
    <w:rsid w:val="00FD7A4F"/>
    <w:rsid w:val="00FE3E09"/>
    <w:rsid w:val="00FE5EA5"/>
    <w:rsid w:val="00FF0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473"/>
    <o:shapelayout v:ext="edit">
      <o:idmap v:ext="edit" data="1"/>
    </o:shapelayout>
  </w:shapeDefaults>
  <w:doNotEmbedSmartTags/>
  <w:decimalSymbol w:val=","/>
  <w:listSeparator w:val=";"/>
  <w14:docId w14:val="5E643D0D"/>
  <w15:docId w15:val="{BB30F209-1106-4118-9A6D-40C346597A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locked="1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semiHidden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semiHidden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253C5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253C54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semiHidden/>
    <w:unhideWhenUsed/>
    <w:rsid w:val="00EB6061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EB6061"/>
    <w:rPr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EB6061"/>
    <w:rPr>
      <w:rFonts w:ascii="Arial" w:hAnsi="Arial" w:cs="Arial"/>
    </w:r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EB606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EB6061"/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547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53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yperlink" Target="https://www.ub.cz/info/osobni-udaje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CC2CC2-9A20-4382-B1C7-3313AF02EA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2E0B39A5</Template>
  <TotalTime>8</TotalTime>
  <Pages>1</Pages>
  <Words>255</Words>
  <Characters>1506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1758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Otáhalová Hana, Ing.</dc:creator>
  <cp:lastModifiedBy>Hečová Petra, Ing.</cp:lastModifiedBy>
  <cp:revision>5</cp:revision>
  <cp:lastPrinted>2022-09-06T08:53:00Z</cp:lastPrinted>
  <dcterms:created xsi:type="dcterms:W3CDTF">2025-01-03T07:00:00Z</dcterms:created>
  <dcterms:modified xsi:type="dcterms:W3CDTF">2025-05-06T08:47:00Z</dcterms:modified>
</cp:coreProperties>
</file>